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331" w:rsidRPr="00DF5AE7" w:rsidRDefault="00E37331" w:rsidP="00DF5AE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Дорожная карта учащегося  </w:t>
      </w:r>
      <w:r w:rsidRPr="00DF5AE7">
        <w:rPr>
          <w:rFonts w:ascii="Times New Roman" w:hAnsi="Times New Roman"/>
          <w:sz w:val="28"/>
          <w:szCs w:val="28"/>
        </w:rPr>
        <w:t xml:space="preserve"> _____ класса</w:t>
      </w:r>
    </w:p>
    <w:p w:rsidR="00E37331" w:rsidRPr="00DF5AE7" w:rsidRDefault="00E37331" w:rsidP="00DF5AE7">
      <w:pPr>
        <w:jc w:val="center"/>
        <w:rPr>
          <w:rFonts w:ascii="Times New Roman" w:hAnsi="Times New Roman"/>
          <w:sz w:val="28"/>
          <w:szCs w:val="28"/>
        </w:rPr>
      </w:pPr>
      <w:r w:rsidRPr="00DF5AE7">
        <w:rPr>
          <w:rFonts w:ascii="Times New Roman" w:hAnsi="Times New Roman"/>
          <w:sz w:val="28"/>
          <w:szCs w:val="28"/>
        </w:rPr>
        <w:t>ФИО ученика_______________________________________________</w:t>
      </w:r>
    </w:p>
    <w:p w:rsidR="00E37331" w:rsidRPr="00DF5AE7" w:rsidRDefault="00E37331" w:rsidP="00DF5AE7">
      <w:pPr>
        <w:jc w:val="center"/>
        <w:rPr>
          <w:rFonts w:ascii="Times New Roman" w:hAnsi="Times New Roman"/>
          <w:sz w:val="28"/>
          <w:szCs w:val="28"/>
        </w:rPr>
      </w:pPr>
      <w:r w:rsidRPr="00DF5AE7">
        <w:rPr>
          <w:rFonts w:ascii="Times New Roman" w:hAnsi="Times New Roman"/>
          <w:sz w:val="28"/>
          <w:szCs w:val="28"/>
        </w:rPr>
        <w:t>Учебный год 2024-2025</w:t>
      </w: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Pr="00917E21" w:rsidRDefault="00E37331" w:rsidP="00DF5AE7">
      <w:pPr>
        <w:jc w:val="center"/>
        <w:rPr>
          <w:rFonts w:ascii="Times New Roman" w:hAnsi="Times New Roman"/>
          <w:sz w:val="36"/>
          <w:szCs w:val="36"/>
        </w:rPr>
      </w:pPr>
    </w:p>
    <w:p w:rsidR="00E37331" w:rsidRPr="00917E21" w:rsidRDefault="00E37331" w:rsidP="00DF5AE7">
      <w:pPr>
        <w:jc w:val="center"/>
        <w:rPr>
          <w:rFonts w:ascii="Times New Roman" w:hAnsi="Times New Roman"/>
          <w:sz w:val="36"/>
          <w:szCs w:val="36"/>
        </w:rPr>
      </w:pPr>
      <w:r w:rsidRPr="00917E21">
        <w:rPr>
          <w:rFonts w:ascii="Times New Roman" w:hAnsi="Times New Roman"/>
          <w:sz w:val="36"/>
          <w:szCs w:val="36"/>
        </w:rPr>
        <w:t>Рекомендации учащимся по подготовке к ГИА</w:t>
      </w: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  <w:r w:rsidRPr="00AF37F4">
        <w:rPr>
          <w:noProof/>
          <w:shd w:val="clear" w:color="auto" w:fill="FFC00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707.25pt;height:365.25pt;visibility:visible" filled="t">
            <v:fill r:id="rId4" o:title="" recolor="t" rotate="t" type="tile"/>
            <v:imagedata r:id="rId5" o:title="" croptop="21959f" cropbottom="14628f" cropleft="15517f" cropright="19385f"/>
          </v:shape>
        </w:pict>
      </w: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tbl>
      <w:tblPr>
        <w:tblW w:w="1701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6"/>
        <w:gridCol w:w="8505"/>
      </w:tblGrid>
      <w:tr w:rsidR="00E37331" w:rsidRPr="001278AC" w:rsidTr="001278AC">
        <w:tc>
          <w:tcPr>
            <w:tcW w:w="8506" w:type="dxa"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rPr>
                <w:noProof/>
                <w:lang w:eastAsia="ru-RU"/>
              </w:rPr>
              <w:pict>
                <v:shape id="Рисунок 2" o:spid="_x0000_i1026" type="#_x0000_t75" style="width:416.25pt;height:464.25pt;visibility:visible">
                  <v:imagedata r:id="rId6" o:title=""/>
                </v:shape>
              </w:pict>
            </w:r>
          </w:p>
        </w:tc>
        <w:tc>
          <w:tcPr>
            <w:tcW w:w="8505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rPr>
                <w:noProof/>
                <w:lang w:eastAsia="ru-RU"/>
              </w:rPr>
              <w:pict>
                <v:shape id="Рисунок 3" o:spid="_x0000_i1027" type="#_x0000_t75" style="width:379.5pt;height:465.75pt;visibility:visible">
                  <v:imagedata r:id="rId7" o:title=""/>
                </v:shape>
              </w:pict>
            </w:r>
          </w:p>
        </w:tc>
      </w:tr>
    </w:tbl>
    <w:p w:rsidR="00E37331" w:rsidRDefault="00E37331" w:rsidP="00DF5AE7">
      <w:pPr>
        <w:jc w:val="center"/>
      </w:pP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p w:rsidR="00E37331" w:rsidRPr="005023A9" w:rsidRDefault="00E37331" w:rsidP="00DF5AE7">
      <w:pPr>
        <w:jc w:val="center"/>
        <w:rPr>
          <w:rFonts w:ascii="Times New Roman" w:hAnsi="Times New Roman"/>
          <w:sz w:val="28"/>
          <w:szCs w:val="28"/>
        </w:rPr>
      </w:pPr>
      <w:r w:rsidRPr="005023A9">
        <w:rPr>
          <w:rFonts w:ascii="Times New Roman" w:hAnsi="Times New Roman"/>
          <w:sz w:val="28"/>
          <w:szCs w:val="28"/>
        </w:rPr>
        <w:t>Результаты репетиционного тестирования по _______________________________</w:t>
      </w:r>
    </w:p>
    <w:p w:rsidR="00E37331" w:rsidRDefault="00E37331" w:rsidP="00DF5AE7">
      <w:pPr>
        <w:jc w:val="center"/>
      </w:pPr>
    </w:p>
    <w:tbl>
      <w:tblPr>
        <w:tblpPr w:leftFromText="180" w:rightFromText="180" w:vertAnchor="text" w:horzAnchor="margin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7"/>
        <w:gridCol w:w="2174"/>
        <w:gridCol w:w="1709"/>
        <w:gridCol w:w="1266"/>
        <w:gridCol w:w="1711"/>
        <w:gridCol w:w="1417"/>
        <w:gridCol w:w="1985"/>
        <w:gridCol w:w="2551"/>
      </w:tblGrid>
      <w:tr w:rsidR="00E37331" w:rsidRPr="001278AC" w:rsidTr="001278AC">
        <w:tc>
          <w:tcPr>
            <w:tcW w:w="1507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Этап</w:t>
            </w:r>
          </w:p>
        </w:tc>
        <w:tc>
          <w:tcPr>
            <w:tcW w:w="2174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1 этап</w:t>
            </w:r>
          </w:p>
          <w:p w:rsidR="00E37331" w:rsidRPr="001278AC" w:rsidRDefault="00E37331" w:rsidP="001278AC">
            <w:pPr>
              <w:spacing w:after="0" w:line="240" w:lineRule="auto"/>
            </w:pPr>
            <w:r w:rsidRPr="001278AC">
              <w:t>(стартовая диагностика)</w:t>
            </w:r>
          </w:p>
          <w:p w:rsidR="00E37331" w:rsidRPr="001278AC" w:rsidRDefault="00E37331" w:rsidP="001278AC">
            <w:pPr>
              <w:spacing w:after="0" w:line="240" w:lineRule="auto"/>
            </w:pPr>
          </w:p>
          <w:p w:rsidR="00E37331" w:rsidRPr="001278AC" w:rsidRDefault="00E37331" w:rsidP="001278AC">
            <w:pPr>
              <w:spacing w:after="0" w:line="240" w:lineRule="auto"/>
            </w:pPr>
            <w:r w:rsidRPr="001278AC">
              <w:t>Балл/ отметка</w:t>
            </w:r>
          </w:p>
        </w:tc>
        <w:tc>
          <w:tcPr>
            <w:tcW w:w="1701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Коррекционное тестирование</w:t>
            </w:r>
          </w:p>
        </w:tc>
        <w:tc>
          <w:tcPr>
            <w:tcW w:w="1266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2 этап</w:t>
            </w:r>
          </w:p>
          <w:p w:rsidR="00E37331" w:rsidRPr="001278AC" w:rsidRDefault="00E37331" w:rsidP="001278AC">
            <w:pPr>
              <w:spacing w:after="0" w:line="240" w:lineRule="auto"/>
            </w:pPr>
          </w:p>
          <w:p w:rsidR="00E37331" w:rsidRPr="001278AC" w:rsidRDefault="00E37331" w:rsidP="001278AC">
            <w:pPr>
              <w:spacing w:after="0" w:line="240" w:lineRule="auto"/>
            </w:pPr>
            <w:r w:rsidRPr="001278AC">
              <w:t>Балл/ отметка</w:t>
            </w:r>
          </w:p>
        </w:tc>
        <w:tc>
          <w:tcPr>
            <w:tcW w:w="1711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Коррекционное тестирование</w:t>
            </w:r>
          </w:p>
        </w:tc>
        <w:tc>
          <w:tcPr>
            <w:tcW w:w="1417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3 этап</w:t>
            </w:r>
          </w:p>
          <w:p w:rsidR="00E37331" w:rsidRPr="001278AC" w:rsidRDefault="00E37331" w:rsidP="001278AC">
            <w:pPr>
              <w:spacing w:after="0" w:line="240" w:lineRule="auto"/>
            </w:pPr>
          </w:p>
          <w:p w:rsidR="00E37331" w:rsidRPr="001278AC" w:rsidRDefault="00E37331" w:rsidP="001278AC">
            <w:pPr>
              <w:spacing w:after="0" w:line="240" w:lineRule="auto"/>
              <w:rPr>
                <w:lang w:val="en-US"/>
              </w:rPr>
            </w:pPr>
            <w:r w:rsidRPr="001278AC">
              <w:t>Балл/ отметка</w:t>
            </w:r>
          </w:p>
        </w:tc>
        <w:tc>
          <w:tcPr>
            <w:tcW w:w="1985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Коррекционное тестирование</w:t>
            </w:r>
          </w:p>
        </w:tc>
        <w:tc>
          <w:tcPr>
            <w:tcW w:w="2551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ГИА</w:t>
            </w:r>
          </w:p>
        </w:tc>
      </w:tr>
      <w:tr w:rsidR="00E37331" w:rsidRPr="001278AC" w:rsidTr="001278AC">
        <w:tc>
          <w:tcPr>
            <w:tcW w:w="1507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 xml:space="preserve">Результаты </w:t>
            </w:r>
          </w:p>
          <w:p w:rsidR="00E37331" w:rsidRPr="001278AC" w:rsidRDefault="00E37331" w:rsidP="001278AC">
            <w:pPr>
              <w:spacing w:after="0" w:line="240" w:lineRule="auto"/>
            </w:pPr>
            <w:r w:rsidRPr="001278AC">
              <w:t>тестирований</w:t>
            </w:r>
          </w:p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2174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701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266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711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417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985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2551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</w:tr>
    </w:tbl>
    <w:p w:rsidR="00E37331" w:rsidRPr="005023A9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Pr="005023A9" w:rsidRDefault="00E37331" w:rsidP="005474F3">
      <w:pPr>
        <w:jc w:val="center"/>
        <w:rPr>
          <w:rFonts w:ascii="Times New Roman" w:hAnsi="Times New Roman"/>
          <w:sz w:val="28"/>
          <w:szCs w:val="28"/>
        </w:rPr>
      </w:pPr>
      <w:r w:rsidRPr="005023A9">
        <w:rPr>
          <w:rFonts w:ascii="Times New Roman" w:hAnsi="Times New Roman"/>
          <w:sz w:val="28"/>
          <w:szCs w:val="28"/>
        </w:rPr>
        <w:t>Результаты репетиционного тестирования по _______________________________</w:t>
      </w:r>
    </w:p>
    <w:p w:rsidR="00E37331" w:rsidRDefault="00E37331" w:rsidP="005474F3">
      <w:pPr>
        <w:jc w:val="center"/>
      </w:pPr>
    </w:p>
    <w:tbl>
      <w:tblPr>
        <w:tblpPr w:leftFromText="180" w:rightFromText="180" w:vertAnchor="text" w:horzAnchor="margin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7"/>
        <w:gridCol w:w="2174"/>
        <w:gridCol w:w="1709"/>
        <w:gridCol w:w="1266"/>
        <w:gridCol w:w="1711"/>
        <w:gridCol w:w="1417"/>
        <w:gridCol w:w="1985"/>
        <w:gridCol w:w="2551"/>
      </w:tblGrid>
      <w:tr w:rsidR="00E37331" w:rsidRPr="001278AC" w:rsidTr="001278AC">
        <w:tc>
          <w:tcPr>
            <w:tcW w:w="1507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Этап</w:t>
            </w:r>
          </w:p>
        </w:tc>
        <w:tc>
          <w:tcPr>
            <w:tcW w:w="2174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1 этап</w:t>
            </w:r>
          </w:p>
          <w:p w:rsidR="00E37331" w:rsidRPr="001278AC" w:rsidRDefault="00E37331" w:rsidP="001278AC">
            <w:pPr>
              <w:spacing w:after="0" w:line="240" w:lineRule="auto"/>
            </w:pPr>
            <w:r w:rsidRPr="001278AC">
              <w:t>(стартовая диагностика)</w:t>
            </w:r>
          </w:p>
          <w:p w:rsidR="00E37331" w:rsidRPr="001278AC" w:rsidRDefault="00E37331" w:rsidP="001278AC">
            <w:pPr>
              <w:spacing w:after="0" w:line="240" w:lineRule="auto"/>
            </w:pPr>
          </w:p>
          <w:p w:rsidR="00E37331" w:rsidRPr="001278AC" w:rsidRDefault="00E37331" w:rsidP="001278AC">
            <w:pPr>
              <w:spacing w:after="0" w:line="240" w:lineRule="auto"/>
            </w:pPr>
            <w:r w:rsidRPr="001278AC">
              <w:t>Балл/ отметка</w:t>
            </w:r>
          </w:p>
        </w:tc>
        <w:tc>
          <w:tcPr>
            <w:tcW w:w="1701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Коррекционное тестирование</w:t>
            </w:r>
          </w:p>
        </w:tc>
        <w:tc>
          <w:tcPr>
            <w:tcW w:w="1266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2 этап</w:t>
            </w:r>
          </w:p>
          <w:p w:rsidR="00E37331" w:rsidRPr="001278AC" w:rsidRDefault="00E37331" w:rsidP="001278AC">
            <w:pPr>
              <w:spacing w:after="0" w:line="240" w:lineRule="auto"/>
            </w:pPr>
          </w:p>
          <w:p w:rsidR="00E37331" w:rsidRPr="001278AC" w:rsidRDefault="00E37331" w:rsidP="001278AC">
            <w:pPr>
              <w:spacing w:after="0" w:line="240" w:lineRule="auto"/>
            </w:pPr>
            <w:r w:rsidRPr="001278AC">
              <w:t>Балл/ отметка</w:t>
            </w:r>
          </w:p>
        </w:tc>
        <w:tc>
          <w:tcPr>
            <w:tcW w:w="1711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Коррекционное тестирование</w:t>
            </w:r>
          </w:p>
        </w:tc>
        <w:tc>
          <w:tcPr>
            <w:tcW w:w="1417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3 этап</w:t>
            </w:r>
          </w:p>
          <w:p w:rsidR="00E37331" w:rsidRPr="001278AC" w:rsidRDefault="00E37331" w:rsidP="001278AC">
            <w:pPr>
              <w:spacing w:after="0" w:line="240" w:lineRule="auto"/>
            </w:pPr>
          </w:p>
          <w:p w:rsidR="00E37331" w:rsidRPr="001278AC" w:rsidRDefault="00E37331" w:rsidP="001278AC">
            <w:pPr>
              <w:spacing w:after="0" w:line="240" w:lineRule="auto"/>
              <w:rPr>
                <w:lang w:val="en-US"/>
              </w:rPr>
            </w:pPr>
            <w:r w:rsidRPr="001278AC">
              <w:t>Балл/ отметка</w:t>
            </w:r>
          </w:p>
        </w:tc>
        <w:tc>
          <w:tcPr>
            <w:tcW w:w="1985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Коррекционное тестирование</w:t>
            </w:r>
          </w:p>
        </w:tc>
        <w:tc>
          <w:tcPr>
            <w:tcW w:w="2551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>ГИА</w:t>
            </w:r>
          </w:p>
        </w:tc>
      </w:tr>
      <w:tr w:rsidR="00E37331" w:rsidRPr="001278AC" w:rsidTr="001278AC">
        <w:tc>
          <w:tcPr>
            <w:tcW w:w="1507" w:type="dxa"/>
          </w:tcPr>
          <w:p w:rsidR="00E37331" w:rsidRPr="001278AC" w:rsidRDefault="00E37331" w:rsidP="001278AC">
            <w:pPr>
              <w:spacing w:after="0" w:line="240" w:lineRule="auto"/>
            </w:pPr>
            <w:r w:rsidRPr="001278AC">
              <w:t xml:space="preserve">Результаты </w:t>
            </w:r>
          </w:p>
          <w:p w:rsidR="00E37331" w:rsidRPr="001278AC" w:rsidRDefault="00E37331" w:rsidP="001278AC">
            <w:pPr>
              <w:spacing w:after="0" w:line="240" w:lineRule="auto"/>
            </w:pPr>
            <w:r w:rsidRPr="001278AC">
              <w:t>тестирований</w:t>
            </w:r>
          </w:p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2174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701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266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711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417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1985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  <w:tc>
          <w:tcPr>
            <w:tcW w:w="2551" w:type="dxa"/>
          </w:tcPr>
          <w:p w:rsidR="00E37331" w:rsidRPr="001278AC" w:rsidRDefault="00E37331" w:rsidP="001278AC">
            <w:pPr>
              <w:spacing w:after="0" w:line="240" w:lineRule="auto"/>
            </w:pPr>
          </w:p>
        </w:tc>
      </w:tr>
    </w:tbl>
    <w:p w:rsidR="00E37331" w:rsidRPr="005023A9" w:rsidRDefault="00E37331" w:rsidP="005474F3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  <w:r w:rsidRPr="00ED5D53">
        <w:rPr>
          <w:rFonts w:ascii="Times New Roman" w:hAnsi="Times New Roman"/>
          <w:sz w:val="28"/>
          <w:szCs w:val="28"/>
        </w:rPr>
        <w:t xml:space="preserve">Подготовка к ГИА по математике </w:t>
      </w: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Диагностическая карта_________</w:t>
      </w: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6"/>
        <w:gridCol w:w="1456"/>
        <w:gridCol w:w="1456"/>
        <w:gridCol w:w="1456"/>
        <w:gridCol w:w="1456"/>
        <w:gridCol w:w="1456"/>
        <w:gridCol w:w="1456"/>
        <w:gridCol w:w="1456"/>
        <w:gridCol w:w="1456"/>
        <w:gridCol w:w="1456"/>
      </w:tblGrid>
      <w:tr w:rsidR="00E37331" w:rsidRPr="001278AC" w:rsidTr="001278AC">
        <w:tc>
          <w:tcPr>
            <w:tcW w:w="1456" w:type="dxa"/>
            <w:vMerge w:val="restart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8AC">
              <w:rPr>
                <w:rFonts w:ascii="Times New Roman" w:hAnsi="Times New Roman"/>
                <w:sz w:val="28"/>
                <w:szCs w:val="28"/>
              </w:rPr>
              <w:t>Темы заданий</w:t>
            </w:r>
          </w:p>
        </w:tc>
        <w:tc>
          <w:tcPr>
            <w:tcW w:w="13104" w:type="dxa"/>
            <w:gridSpan w:val="9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8A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E37331" w:rsidRPr="001278AC" w:rsidTr="001278AC">
        <w:tc>
          <w:tcPr>
            <w:tcW w:w="1456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p w:rsidR="00E37331" w:rsidRDefault="00E37331" w:rsidP="00ED5D53">
      <w:pPr>
        <w:jc w:val="center"/>
        <w:rPr>
          <w:rFonts w:ascii="Times New Roman" w:hAnsi="Times New Roman"/>
          <w:sz w:val="28"/>
          <w:szCs w:val="28"/>
        </w:rPr>
      </w:pPr>
      <w:r w:rsidRPr="00ED5D53">
        <w:rPr>
          <w:rFonts w:ascii="Times New Roman" w:hAnsi="Times New Roman"/>
          <w:sz w:val="28"/>
          <w:szCs w:val="28"/>
        </w:rPr>
        <w:t xml:space="preserve">Подготовка к ГИА по </w:t>
      </w:r>
      <w:r>
        <w:rPr>
          <w:rFonts w:ascii="Times New Roman" w:hAnsi="Times New Roman"/>
          <w:sz w:val="28"/>
          <w:szCs w:val="28"/>
        </w:rPr>
        <w:t>русскому языку</w:t>
      </w:r>
    </w:p>
    <w:p w:rsidR="00E37331" w:rsidRDefault="00E37331" w:rsidP="00ED5D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Диагностическая карта_________</w:t>
      </w:r>
    </w:p>
    <w:p w:rsidR="00E37331" w:rsidRDefault="00E37331" w:rsidP="00ED5D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Ф.И.О._______________________________________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28"/>
        <w:gridCol w:w="1456"/>
        <w:gridCol w:w="1456"/>
        <w:gridCol w:w="1456"/>
        <w:gridCol w:w="1456"/>
        <w:gridCol w:w="1456"/>
        <w:gridCol w:w="1456"/>
        <w:gridCol w:w="1456"/>
        <w:gridCol w:w="1456"/>
        <w:gridCol w:w="1456"/>
      </w:tblGrid>
      <w:tr w:rsidR="00E37331" w:rsidRPr="001278AC" w:rsidTr="001278AC">
        <w:tc>
          <w:tcPr>
            <w:tcW w:w="2028" w:type="dxa"/>
            <w:vMerge w:val="restart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8AC">
              <w:rPr>
                <w:rFonts w:ascii="Times New Roman" w:hAnsi="Times New Roman"/>
                <w:sz w:val="28"/>
                <w:szCs w:val="28"/>
              </w:rPr>
              <w:t>Темы заданий</w:t>
            </w:r>
          </w:p>
        </w:tc>
        <w:tc>
          <w:tcPr>
            <w:tcW w:w="13104" w:type="dxa"/>
            <w:gridSpan w:val="9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8A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E37331" w:rsidRPr="001278AC" w:rsidTr="001278AC">
        <w:tc>
          <w:tcPr>
            <w:tcW w:w="2028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7331" w:rsidRPr="001278AC" w:rsidTr="001278AC">
        <w:tc>
          <w:tcPr>
            <w:tcW w:w="2028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p w:rsidR="00E37331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p w:rsidR="00E37331" w:rsidRPr="00ED5D53" w:rsidRDefault="00E37331" w:rsidP="00DF5AE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3"/>
        <w:gridCol w:w="330"/>
        <w:gridCol w:w="330"/>
        <w:gridCol w:w="330"/>
        <w:gridCol w:w="299"/>
        <w:gridCol w:w="330"/>
        <w:gridCol w:w="330"/>
        <w:gridCol w:w="330"/>
        <w:gridCol w:w="330"/>
        <w:gridCol w:w="330"/>
        <w:gridCol w:w="383"/>
        <w:gridCol w:w="383"/>
        <w:gridCol w:w="383"/>
        <w:gridCol w:w="383"/>
        <w:gridCol w:w="383"/>
        <w:gridCol w:w="677"/>
        <w:gridCol w:w="383"/>
        <w:gridCol w:w="383"/>
        <w:gridCol w:w="383"/>
        <w:gridCol w:w="726"/>
        <w:gridCol w:w="383"/>
        <w:gridCol w:w="383"/>
        <w:gridCol w:w="383"/>
        <w:gridCol w:w="383"/>
        <w:gridCol w:w="383"/>
        <w:gridCol w:w="677"/>
        <w:gridCol w:w="383"/>
        <w:gridCol w:w="383"/>
        <w:gridCol w:w="383"/>
        <w:gridCol w:w="726"/>
        <w:gridCol w:w="726"/>
        <w:gridCol w:w="793"/>
        <w:gridCol w:w="586"/>
        <w:gridCol w:w="439"/>
      </w:tblGrid>
      <w:tr w:rsidR="00E37331" w:rsidRPr="001278AC" w:rsidTr="001278AC">
        <w:trPr>
          <w:trHeight w:val="255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11034" w:type="dxa"/>
            <w:gridSpan w:val="27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>Анализ качес</w:t>
            </w:r>
            <w:r>
              <w:rPr>
                <w:b/>
                <w:bCs/>
              </w:rPr>
              <w:t>тва выполнения  тестирования по  математике  в 9-ых классах в 2024 - 2025</w:t>
            </w:r>
            <w:r w:rsidRPr="001278AC">
              <w:rPr>
                <w:b/>
                <w:bCs/>
              </w:rPr>
              <w:t xml:space="preserve">  учебном году</w:t>
            </w: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70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330"/>
        </w:trPr>
        <w:tc>
          <w:tcPr>
            <w:tcW w:w="1008" w:type="dxa"/>
            <w:vMerge w:val="restart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Список учащихся</w:t>
            </w:r>
          </w:p>
        </w:tc>
        <w:tc>
          <w:tcPr>
            <w:tcW w:w="7509" w:type="dxa"/>
            <w:gridSpan w:val="19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Модуль  АЛГЕБРА</w:t>
            </w:r>
          </w:p>
        </w:tc>
        <w:tc>
          <w:tcPr>
            <w:tcW w:w="4263" w:type="dxa"/>
            <w:gridSpan w:val="10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Модуль ГЕОМЕТРИЯ</w:t>
            </w:r>
          </w:p>
        </w:tc>
        <w:tc>
          <w:tcPr>
            <w:tcW w:w="682" w:type="dxa"/>
            <w:vMerge w:val="restart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>ВСЕГО баллов</w:t>
            </w:r>
          </w:p>
        </w:tc>
        <w:tc>
          <w:tcPr>
            <w:tcW w:w="743" w:type="dxa"/>
            <w:vMerge w:val="restart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>ИТОГ отметка</w:t>
            </w:r>
          </w:p>
        </w:tc>
        <w:tc>
          <w:tcPr>
            <w:tcW w:w="554" w:type="dxa"/>
            <w:vMerge w:val="restart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>ИТОГ</w:t>
            </w:r>
          </w:p>
        </w:tc>
        <w:tc>
          <w:tcPr>
            <w:tcW w:w="515" w:type="dxa"/>
            <w:vMerge w:val="restart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 xml:space="preserve">&gt; = </w:t>
            </w:r>
          </w:p>
        </w:tc>
      </w:tr>
      <w:tr w:rsidR="00E37331" w:rsidRPr="001278AC" w:rsidTr="001278AC">
        <w:trPr>
          <w:trHeight w:val="360"/>
        </w:trPr>
        <w:tc>
          <w:tcPr>
            <w:tcW w:w="1008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086" w:type="dxa"/>
            <w:gridSpan w:val="14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 часть</w:t>
            </w: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>Баллы</w:t>
            </w:r>
          </w:p>
        </w:tc>
        <w:tc>
          <w:tcPr>
            <w:tcW w:w="1104" w:type="dxa"/>
            <w:gridSpan w:val="3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2 часть</w:t>
            </w:r>
          </w:p>
        </w:tc>
        <w:tc>
          <w:tcPr>
            <w:tcW w:w="682" w:type="dxa"/>
            <w:vMerge w:val="restart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>ИТОГО баллов</w:t>
            </w:r>
          </w:p>
        </w:tc>
        <w:tc>
          <w:tcPr>
            <w:tcW w:w="1840" w:type="dxa"/>
            <w:gridSpan w:val="5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 часть</w:t>
            </w:r>
          </w:p>
        </w:tc>
        <w:tc>
          <w:tcPr>
            <w:tcW w:w="637" w:type="dxa"/>
            <w:vMerge w:val="restart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>Баллы</w:t>
            </w:r>
          </w:p>
        </w:tc>
        <w:tc>
          <w:tcPr>
            <w:tcW w:w="1104" w:type="dxa"/>
            <w:gridSpan w:val="3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2 часть</w:t>
            </w:r>
          </w:p>
        </w:tc>
        <w:tc>
          <w:tcPr>
            <w:tcW w:w="682" w:type="dxa"/>
            <w:vMerge w:val="restart"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>ИТОГО баллов</w:t>
            </w:r>
          </w:p>
        </w:tc>
        <w:tc>
          <w:tcPr>
            <w:tcW w:w="682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4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5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37331" w:rsidRPr="001278AC" w:rsidTr="001278AC">
        <w:trPr>
          <w:trHeight w:val="390"/>
        </w:trPr>
        <w:tc>
          <w:tcPr>
            <w:tcW w:w="1008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2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3</w:t>
            </w: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4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5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6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7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8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9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10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11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12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13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14</w:t>
            </w: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  <w:r w:rsidRPr="001278AC">
              <w:rPr>
                <w:b/>
                <w:bCs/>
              </w:rPr>
              <w:t> 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20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21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22</w:t>
            </w:r>
          </w:p>
        </w:tc>
        <w:tc>
          <w:tcPr>
            <w:tcW w:w="682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15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16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17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18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19</w:t>
            </w:r>
          </w:p>
        </w:tc>
        <w:tc>
          <w:tcPr>
            <w:tcW w:w="637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23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24</w:t>
            </w: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>25</w:t>
            </w:r>
          </w:p>
        </w:tc>
        <w:tc>
          <w:tcPr>
            <w:tcW w:w="682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82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4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5" w:type="dxa"/>
            <w:vMerge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37331" w:rsidRPr="001278AC" w:rsidTr="001278AC">
        <w:trPr>
          <w:trHeight w:val="255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70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70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70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70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70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70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70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1425" w:type="dxa"/>
            <w:gridSpan w:val="2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70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 xml:space="preserve"> всего выполнено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1425" w:type="dxa"/>
            <w:gridSpan w:val="2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  <w:tr w:rsidR="00E37331" w:rsidRPr="001278AC" w:rsidTr="001278AC">
        <w:trPr>
          <w:trHeight w:val="255"/>
        </w:trPr>
        <w:tc>
          <w:tcPr>
            <w:tcW w:w="100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  <w:r w:rsidRPr="001278AC">
              <w:t xml:space="preserve"> % выполнения</w:t>
            </w: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29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9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37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368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682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743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54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  <w:tc>
          <w:tcPr>
            <w:tcW w:w="515" w:type="dxa"/>
            <w:noWrap/>
          </w:tcPr>
          <w:p w:rsidR="00E37331" w:rsidRPr="001278AC" w:rsidRDefault="00E37331" w:rsidP="001278AC">
            <w:pPr>
              <w:spacing w:after="0" w:line="240" w:lineRule="auto"/>
              <w:jc w:val="center"/>
            </w:pPr>
          </w:p>
        </w:tc>
      </w:tr>
    </w:tbl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tbl>
      <w:tblPr>
        <w:tblStyle w:val="TableGrid"/>
        <w:tblW w:w="15948" w:type="dxa"/>
        <w:tblLayout w:type="fixed"/>
        <w:tblLook w:val="01E0"/>
      </w:tblPr>
      <w:tblGrid>
        <w:gridCol w:w="1378"/>
        <w:gridCol w:w="838"/>
        <w:gridCol w:w="837"/>
        <w:gridCol w:w="837"/>
        <w:gridCol w:w="838"/>
        <w:gridCol w:w="838"/>
        <w:gridCol w:w="838"/>
        <w:gridCol w:w="838"/>
        <w:gridCol w:w="838"/>
        <w:gridCol w:w="486"/>
        <w:gridCol w:w="548"/>
        <w:gridCol w:w="430"/>
        <w:gridCol w:w="492"/>
        <w:gridCol w:w="554"/>
        <w:gridCol w:w="720"/>
        <w:gridCol w:w="678"/>
        <w:gridCol w:w="718"/>
        <w:gridCol w:w="540"/>
        <w:gridCol w:w="540"/>
        <w:gridCol w:w="902"/>
        <w:gridCol w:w="360"/>
        <w:gridCol w:w="360"/>
        <w:gridCol w:w="540"/>
      </w:tblGrid>
      <w:tr w:rsidR="00E37331" w:rsidTr="00FD226C">
        <w:tc>
          <w:tcPr>
            <w:tcW w:w="14688" w:type="dxa"/>
            <w:gridSpan w:val="20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Анализ качес</w:t>
            </w:r>
            <w:r>
              <w:rPr>
                <w:b/>
                <w:bCs/>
                <w:sz w:val="22"/>
                <w:szCs w:val="22"/>
              </w:rPr>
              <w:t>тва выполнения  тестирования по русскому языку   в 9-ых классах в 2024 - 2025</w:t>
            </w:r>
            <w:r w:rsidRPr="001278AC">
              <w:rPr>
                <w:b/>
                <w:bCs/>
                <w:sz w:val="22"/>
                <w:szCs w:val="22"/>
              </w:rPr>
              <w:t xml:space="preserve">  учебном году</w:t>
            </w:r>
          </w:p>
        </w:tc>
        <w:tc>
          <w:tcPr>
            <w:tcW w:w="360" w:type="dxa"/>
            <w:vMerge w:val="restart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ВСЕГО баллов</w:t>
            </w:r>
          </w:p>
        </w:tc>
        <w:tc>
          <w:tcPr>
            <w:tcW w:w="360" w:type="dxa"/>
            <w:vMerge w:val="restart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ИТОГ отметка</w:t>
            </w:r>
          </w:p>
        </w:tc>
        <w:tc>
          <w:tcPr>
            <w:tcW w:w="540" w:type="dxa"/>
            <w:vMerge w:val="restart"/>
          </w:tcPr>
          <w:p w:rsidR="00E37331" w:rsidRDefault="00E373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&gt;</w:t>
            </w:r>
          </w:p>
          <w:p w:rsidR="00E37331" w:rsidRDefault="00E373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 xml:space="preserve"> =</w:t>
            </w:r>
          </w:p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динамика</w:t>
            </w:r>
          </w:p>
        </w:tc>
      </w:tr>
      <w:tr w:rsidR="00E37331" w:rsidTr="00FD226C">
        <w:tc>
          <w:tcPr>
            <w:tcW w:w="1378" w:type="dxa"/>
            <w:vMerge w:val="restart"/>
          </w:tcPr>
          <w:p w:rsidR="00E37331" w:rsidRPr="001278AC" w:rsidRDefault="00E37331" w:rsidP="00147D7A">
            <w:pPr>
              <w:jc w:val="center"/>
              <w:rPr>
                <w:sz w:val="22"/>
                <w:szCs w:val="22"/>
              </w:rPr>
            </w:pPr>
            <w:r w:rsidRPr="001278AC">
              <w:rPr>
                <w:sz w:val="22"/>
                <w:szCs w:val="22"/>
              </w:rPr>
              <w:t>Список учащихся</w:t>
            </w:r>
          </w:p>
        </w:tc>
        <w:tc>
          <w:tcPr>
            <w:tcW w:w="3350" w:type="dxa"/>
            <w:gridSpan w:val="4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60" w:type="dxa"/>
            <w:gridSpan w:val="11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  <w:gridSpan w:val="4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</w:t>
            </w: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78" w:type="dxa"/>
            <w:vMerge/>
          </w:tcPr>
          <w:p w:rsidR="00E37331" w:rsidRPr="001278AC" w:rsidRDefault="00E37331" w:rsidP="00147D7A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ИК2</w:t>
            </w: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ИК3</w:t>
            </w: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6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4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7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1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С1к1</w:t>
            </w: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С1к2</w:t>
            </w: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С1к3</w:t>
            </w:r>
          </w:p>
        </w:tc>
        <w:tc>
          <w:tcPr>
            <w:tcW w:w="90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С1к4</w:t>
            </w:r>
          </w:p>
        </w:tc>
        <w:tc>
          <w:tcPr>
            <w:tcW w:w="360" w:type="dxa"/>
            <w:vMerge w:val="restart"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 w:val="restart"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78" w:type="dxa"/>
          </w:tcPr>
          <w:p w:rsidR="00E37331" w:rsidRPr="001278AC" w:rsidRDefault="00E37331" w:rsidP="00147D7A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78" w:type="dxa"/>
          </w:tcPr>
          <w:p w:rsidR="00E37331" w:rsidRPr="001278AC" w:rsidRDefault="00E37331" w:rsidP="00147D7A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78" w:type="dxa"/>
          </w:tcPr>
          <w:p w:rsidR="00E37331" w:rsidRPr="001278AC" w:rsidRDefault="00E37331" w:rsidP="00147D7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278AC">
              <w:rPr>
                <w:sz w:val="22"/>
                <w:szCs w:val="22"/>
              </w:rPr>
              <w:t xml:space="preserve"> всего выполнено</w:t>
            </w: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78" w:type="dxa"/>
          </w:tcPr>
          <w:p w:rsidR="00E37331" w:rsidRPr="001278AC" w:rsidRDefault="00E37331" w:rsidP="00147D7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278AC">
              <w:rPr>
                <w:sz w:val="22"/>
                <w:szCs w:val="22"/>
              </w:rPr>
              <w:t xml:space="preserve"> % выполнения</w:t>
            </w: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37331" w:rsidRDefault="00E37331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tbl>
      <w:tblPr>
        <w:tblStyle w:val="TableGrid"/>
        <w:tblW w:w="16740" w:type="dxa"/>
        <w:tblInd w:w="-972" w:type="dxa"/>
        <w:tblLayout w:type="fixed"/>
        <w:tblLook w:val="01E0"/>
      </w:tblPr>
      <w:tblGrid>
        <w:gridCol w:w="1379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366"/>
        <w:gridCol w:w="540"/>
      </w:tblGrid>
      <w:tr w:rsidR="00E37331" w:rsidTr="00FD226C">
        <w:tc>
          <w:tcPr>
            <w:tcW w:w="16740" w:type="dxa"/>
            <w:gridSpan w:val="38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Анализ качес</w:t>
            </w:r>
            <w:r>
              <w:rPr>
                <w:b/>
                <w:bCs/>
                <w:sz w:val="22"/>
                <w:szCs w:val="22"/>
              </w:rPr>
              <w:t>тва выполнения  тестирования по русскому языку   в 11-ых классах в 2024 - 2025</w:t>
            </w:r>
            <w:r w:rsidRPr="001278AC">
              <w:rPr>
                <w:b/>
                <w:bCs/>
                <w:sz w:val="22"/>
                <w:szCs w:val="22"/>
              </w:rPr>
              <w:t xml:space="preserve">  учебном году</w:t>
            </w:r>
          </w:p>
        </w:tc>
      </w:tr>
      <w:tr w:rsidR="00E37331" w:rsidTr="00FD226C">
        <w:tc>
          <w:tcPr>
            <w:tcW w:w="1379" w:type="dxa"/>
          </w:tcPr>
          <w:p w:rsidR="00E37331" w:rsidRDefault="00E37331" w:rsidP="00103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Список учащихся</w:t>
            </w:r>
          </w:p>
        </w:tc>
        <w:tc>
          <w:tcPr>
            <w:tcW w:w="10432" w:type="dxa"/>
            <w:gridSpan w:val="26"/>
          </w:tcPr>
          <w:p w:rsidR="00E37331" w:rsidRDefault="00E37331" w:rsidP="00103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часть </w:t>
            </w:r>
          </w:p>
        </w:tc>
        <w:tc>
          <w:tcPr>
            <w:tcW w:w="4389" w:type="dxa"/>
            <w:gridSpan w:val="10"/>
          </w:tcPr>
          <w:p w:rsidR="00E37331" w:rsidRDefault="00E37331" w:rsidP="00103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часть</w:t>
            </w:r>
          </w:p>
        </w:tc>
        <w:tc>
          <w:tcPr>
            <w:tcW w:w="540" w:type="dxa"/>
          </w:tcPr>
          <w:p w:rsidR="00E37331" w:rsidRDefault="00E37331" w:rsidP="00FD2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</w:tr>
      <w:tr w:rsidR="00E37331" w:rsidTr="00FD226C">
        <w:tc>
          <w:tcPr>
            <w:tcW w:w="137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К1</w:t>
            </w: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К2</w:t>
            </w: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К3</w:t>
            </w: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К4</w:t>
            </w: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К5</w:t>
            </w: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К6</w:t>
            </w: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К7</w:t>
            </w: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К8</w:t>
            </w: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К9</w:t>
            </w:r>
          </w:p>
        </w:tc>
        <w:tc>
          <w:tcPr>
            <w:tcW w:w="366" w:type="dxa"/>
          </w:tcPr>
          <w:p w:rsidR="00E37331" w:rsidRPr="00FD226C" w:rsidRDefault="00E37331" w:rsidP="000C4B74">
            <w:pPr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FD226C">
              <w:rPr>
                <w:bCs/>
                <w:sz w:val="22"/>
                <w:szCs w:val="22"/>
              </w:rPr>
              <w:t>К10</w:t>
            </w:r>
          </w:p>
        </w:tc>
        <w:tc>
          <w:tcPr>
            <w:tcW w:w="540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37331" w:rsidTr="00FD226C">
        <w:tc>
          <w:tcPr>
            <w:tcW w:w="137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37331" w:rsidTr="00FD226C">
        <w:tc>
          <w:tcPr>
            <w:tcW w:w="137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37331" w:rsidTr="00FD226C">
        <w:tc>
          <w:tcPr>
            <w:tcW w:w="1379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278AC">
              <w:rPr>
                <w:sz w:val="22"/>
                <w:szCs w:val="22"/>
              </w:rPr>
              <w:t xml:space="preserve"> всего выполнено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79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278AC">
              <w:rPr>
                <w:sz w:val="22"/>
                <w:szCs w:val="22"/>
              </w:rPr>
              <w:t xml:space="preserve"> % выполнения</w:t>
            </w: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tbl>
      <w:tblPr>
        <w:tblStyle w:val="TableGrid"/>
        <w:tblW w:w="0" w:type="auto"/>
        <w:tblInd w:w="-792" w:type="dxa"/>
        <w:tblLook w:val="01E0"/>
      </w:tblPr>
      <w:tblGrid>
        <w:gridCol w:w="1380"/>
        <w:gridCol w:w="531"/>
        <w:gridCol w:w="530"/>
        <w:gridCol w:w="530"/>
        <w:gridCol w:w="530"/>
        <w:gridCol w:w="530"/>
        <w:gridCol w:w="530"/>
        <w:gridCol w:w="530"/>
        <w:gridCol w:w="530"/>
        <w:gridCol w:w="530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901"/>
        <w:gridCol w:w="991"/>
        <w:gridCol w:w="713"/>
        <w:gridCol w:w="1192"/>
      </w:tblGrid>
      <w:tr w:rsidR="00E37331" w:rsidTr="006704E7">
        <w:tc>
          <w:tcPr>
            <w:tcW w:w="15578" w:type="dxa"/>
            <w:gridSpan w:val="24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Анализ качес</w:t>
            </w:r>
            <w:r>
              <w:rPr>
                <w:b/>
                <w:bCs/>
                <w:sz w:val="22"/>
                <w:szCs w:val="22"/>
              </w:rPr>
              <w:t>тва выполнения  тестирования по  математике профильного уровня в 11-ых классах в 2024 - 2025</w:t>
            </w:r>
            <w:r w:rsidRPr="001278AC">
              <w:rPr>
                <w:b/>
                <w:bCs/>
                <w:sz w:val="22"/>
                <w:szCs w:val="22"/>
              </w:rPr>
              <w:t xml:space="preserve">  учебном году</w:t>
            </w:r>
          </w:p>
        </w:tc>
      </w:tr>
      <w:tr w:rsidR="00E37331" w:rsidTr="00FD226C">
        <w:tc>
          <w:tcPr>
            <w:tcW w:w="136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Список учащихся</w:t>
            </w:r>
          </w:p>
        </w:tc>
        <w:tc>
          <w:tcPr>
            <w:tcW w:w="572" w:type="dxa"/>
          </w:tcPr>
          <w:p w:rsidR="00E37331" w:rsidRDefault="00E37331" w:rsidP="00440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2" w:type="dxa"/>
          </w:tcPr>
          <w:p w:rsidR="00E37331" w:rsidRDefault="00E37331" w:rsidP="00440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2" w:type="dxa"/>
          </w:tcPr>
          <w:p w:rsidR="00E37331" w:rsidRDefault="00E37331" w:rsidP="00440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0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ВСЕГО баллов</w:t>
            </w:r>
          </w:p>
        </w:tc>
        <w:tc>
          <w:tcPr>
            <w:tcW w:w="99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ИТОГ отметка</w:t>
            </w:r>
          </w:p>
        </w:tc>
        <w:tc>
          <w:tcPr>
            <w:tcW w:w="713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ИТОГ</w:t>
            </w:r>
          </w:p>
        </w:tc>
        <w:tc>
          <w:tcPr>
            <w:tcW w:w="573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 xml:space="preserve">&gt; = </w:t>
            </w:r>
            <w:r>
              <w:rPr>
                <w:b/>
                <w:bCs/>
                <w:sz w:val="22"/>
                <w:szCs w:val="22"/>
              </w:rPr>
              <w:t>динамика</w:t>
            </w:r>
          </w:p>
        </w:tc>
      </w:tr>
      <w:tr w:rsidR="00E37331" w:rsidTr="00FD226C">
        <w:tc>
          <w:tcPr>
            <w:tcW w:w="136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3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37331" w:rsidTr="00FD226C">
        <w:tc>
          <w:tcPr>
            <w:tcW w:w="136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3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37331" w:rsidTr="00FD226C">
        <w:tc>
          <w:tcPr>
            <w:tcW w:w="136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62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278AC">
              <w:rPr>
                <w:sz w:val="22"/>
                <w:szCs w:val="22"/>
              </w:rPr>
              <w:t xml:space="preserve"> всего выполнено</w:t>
            </w: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62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278AC">
              <w:rPr>
                <w:sz w:val="22"/>
                <w:szCs w:val="22"/>
              </w:rPr>
              <w:t xml:space="preserve"> % выполнения</w:t>
            </w: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</w:tcPr>
          <w:p w:rsidR="00E37331" w:rsidRDefault="00E37331" w:rsidP="00DF5AE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tbl>
      <w:tblPr>
        <w:tblStyle w:val="TableGrid"/>
        <w:tblW w:w="0" w:type="auto"/>
        <w:tblInd w:w="-792" w:type="dxa"/>
        <w:tblLook w:val="01E0"/>
      </w:tblPr>
      <w:tblGrid>
        <w:gridCol w:w="1380"/>
        <w:gridCol w:w="486"/>
        <w:gridCol w:w="485"/>
        <w:gridCol w:w="485"/>
        <w:gridCol w:w="485"/>
        <w:gridCol w:w="484"/>
        <w:gridCol w:w="484"/>
        <w:gridCol w:w="484"/>
        <w:gridCol w:w="484"/>
        <w:gridCol w:w="484"/>
        <w:gridCol w:w="535"/>
        <w:gridCol w:w="535"/>
        <w:gridCol w:w="535"/>
        <w:gridCol w:w="535"/>
        <w:gridCol w:w="535"/>
        <w:gridCol w:w="535"/>
        <w:gridCol w:w="535"/>
        <w:gridCol w:w="535"/>
        <w:gridCol w:w="440"/>
        <w:gridCol w:w="440"/>
        <w:gridCol w:w="440"/>
        <w:gridCol w:w="440"/>
        <w:gridCol w:w="901"/>
        <w:gridCol w:w="991"/>
        <w:gridCol w:w="713"/>
        <w:gridCol w:w="1192"/>
      </w:tblGrid>
      <w:tr w:rsidR="00E37331" w:rsidTr="000C4B74">
        <w:tc>
          <w:tcPr>
            <w:tcW w:w="15578" w:type="dxa"/>
            <w:gridSpan w:val="26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Анализ качес</w:t>
            </w:r>
            <w:r>
              <w:rPr>
                <w:b/>
                <w:bCs/>
                <w:sz w:val="22"/>
                <w:szCs w:val="22"/>
              </w:rPr>
              <w:t>тва выполнения  тестирования по  математике базового уровня в 11-ых классах в 2024 - 2025</w:t>
            </w:r>
            <w:r w:rsidRPr="001278AC">
              <w:rPr>
                <w:b/>
                <w:bCs/>
                <w:sz w:val="22"/>
                <w:szCs w:val="22"/>
              </w:rPr>
              <w:t xml:space="preserve">  учебном году</w:t>
            </w:r>
          </w:p>
        </w:tc>
      </w:tr>
      <w:tr w:rsidR="00E37331" w:rsidTr="00FD226C">
        <w:tc>
          <w:tcPr>
            <w:tcW w:w="138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Список учащихся</w:t>
            </w:r>
          </w:p>
        </w:tc>
        <w:tc>
          <w:tcPr>
            <w:tcW w:w="52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7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4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6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ВСЕГО баллов</w:t>
            </w:r>
          </w:p>
        </w:tc>
        <w:tc>
          <w:tcPr>
            <w:tcW w:w="99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ИТОГ отметка</w:t>
            </w:r>
          </w:p>
        </w:tc>
        <w:tc>
          <w:tcPr>
            <w:tcW w:w="713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>ИТОГ</w:t>
            </w:r>
          </w:p>
        </w:tc>
        <w:tc>
          <w:tcPr>
            <w:tcW w:w="1192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278AC">
              <w:rPr>
                <w:b/>
                <w:bCs/>
                <w:sz w:val="22"/>
                <w:szCs w:val="22"/>
              </w:rPr>
              <w:t xml:space="preserve">&gt; = </w:t>
            </w:r>
            <w:r>
              <w:rPr>
                <w:b/>
                <w:bCs/>
                <w:sz w:val="22"/>
                <w:szCs w:val="22"/>
              </w:rPr>
              <w:t>динамика</w:t>
            </w:r>
          </w:p>
        </w:tc>
      </w:tr>
      <w:tr w:rsidR="00E37331" w:rsidTr="00FD226C">
        <w:tc>
          <w:tcPr>
            <w:tcW w:w="138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2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37331" w:rsidTr="00FD226C">
        <w:tc>
          <w:tcPr>
            <w:tcW w:w="138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2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37331" w:rsidTr="00FD226C">
        <w:tc>
          <w:tcPr>
            <w:tcW w:w="138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8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278AC">
              <w:rPr>
                <w:sz w:val="22"/>
                <w:szCs w:val="22"/>
              </w:rPr>
              <w:t xml:space="preserve"> всего выполнено</w:t>
            </w:r>
          </w:p>
        </w:tc>
        <w:tc>
          <w:tcPr>
            <w:tcW w:w="52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</w:tr>
      <w:tr w:rsidR="00E37331" w:rsidTr="00FD226C">
        <w:tc>
          <w:tcPr>
            <w:tcW w:w="1381" w:type="dxa"/>
          </w:tcPr>
          <w:p w:rsidR="00E37331" w:rsidRPr="001278AC" w:rsidRDefault="00E37331" w:rsidP="000C4B7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278AC">
              <w:rPr>
                <w:sz w:val="22"/>
                <w:szCs w:val="22"/>
              </w:rPr>
              <w:t xml:space="preserve"> % выполнения</w:t>
            </w:r>
          </w:p>
        </w:tc>
        <w:tc>
          <w:tcPr>
            <w:tcW w:w="52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</w:tcPr>
          <w:p w:rsidR="00E37331" w:rsidRDefault="00E37331" w:rsidP="000C4B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p w:rsidR="00E37331" w:rsidRDefault="00E37331" w:rsidP="00DF5AE7">
      <w:pPr>
        <w:jc w:val="center"/>
      </w:pPr>
    </w:p>
    <w:sectPr w:rsidR="00E37331" w:rsidSect="00BC03E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A58"/>
    <w:rsid w:val="000C4B74"/>
    <w:rsid w:val="001034E4"/>
    <w:rsid w:val="001278AC"/>
    <w:rsid w:val="00147D7A"/>
    <w:rsid w:val="00271C91"/>
    <w:rsid w:val="00440213"/>
    <w:rsid w:val="004D7BBE"/>
    <w:rsid w:val="005023A9"/>
    <w:rsid w:val="005474F3"/>
    <w:rsid w:val="0059205C"/>
    <w:rsid w:val="006704E7"/>
    <w:rsid w:val="00812F3F"/>
    <w:rsid w:val="00917E21"/>
    <w:rsid w:val="00973A58"/>
    <w:rsid w:val="00AF37F4"/>
    <w:rsid w:val="00B3515F"/>
    <w:rsid w:val="00BC03E5"/>
    <w:rsid w:val="00C1519A"/>
    <w:rsid w:val="00DF5AE7"/>
    <w:rsid w:val="00E37331"/>
    <w:rsid w:val="00ED5D53"/>
    <w:rsid w:val="00FD2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B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F5A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35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5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13</Pages>
  <Words>579</Words>
  <Characters>3302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Мохунова Елена Александровна</dc:creator>
  <cp:keywords/>
  <dc:description/>
  <cp:lastModifiedBy>Мохунов</cp:lastModifiedBy>
  <cp:revision>3</cp:revision>
  <cp:lastPrinted>2024-08-20T11:00:00Z</cp:lastPrinted>
  <dcterms:created xsi:type="dcterms:W3CDTF">2024-08-20T09:31:00Z</dcterms:created>
  <dcterms:modified xsi:type="dcterms:W3CDTF">2024-09-10T20:33:00Z</dcterms:modified>
</cp:coreProperties>
</file>